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107" w:rsidRDefault="00853107" w:rsidP="00715BD4">
      <w:pPr>
        <w:spacing w:after="0"/>
        <w:rPr>
          <w:rFonts w:asciiTheme="majorHAnsi" w:hAnsiTheme="majorHAnsi" w:cs="Tahoma"/>
        </w:rPr>
      </w:pPr>
    </w:p>
    <w:p w:rsidR="00715BD4" w:rsidRPr="00D624B0" w:rsidRDefault="00715BD4" w:rsidP="00715BD4">
      <w:pPr>
        <w:spacing w:after="0"/>
        <w:rPr>
          <w:rFonts w:asciiTheme="majorHAnsi" w:hAnsiTheme="majorHAnsi" w:cs="Tahoma"/>
          <w:sz w:val="24"/>
        </w:rPr>
      </w:pPr>
      <w:bookmarkStart w:id="0" w:name="_GoBack"/>
      <w:r w:rsidRPr="00D624B0">
        <w:rPr>
          <w:rFonts w:asciiTheme="majorHAnsi" w:hAnsiTheme="majorHAnsi" w:cs="Tahoma"/>
          <w:sz w:val="24"/>
        </w:rPr>
        <w:t>Dr D Hunter</w:t>
      </w:r>
      <w:r w:rsidRPr="00D624B0">
        <w:rPr>
          <w:rFonts w:asciiTheme="majorHAnsi" w:hAnsiTheme="majorHAnsi" w:cs="Tahoma"/>
          <w:sz w:val="24"/>
        </w:rPr>
        <w:br/>
        <w:t>Royal Research Institute</w:t>
      </w:r>
    </w:p>
    <w:p w:rsidR="00715BD4" w:rsidRPr="00D624B0" w:rsidRDefault="00715BD4" w:rsidP="00715BD4">
      <w:pPr>
        <w:pStyle w:val="Salutation"/>
        <w:spacing w:before="0" w:after="0"/>
        <w:rPr>
          <w:rFonts w:asciiTheme="majorHAnsi" w:hAnsiTheme="majorHAnsi"/>
          <w:sz w:val="24"/>
        </w:rPr>
      </w:pPr>
      <w:r w:rsidRPr="00D624B0">
        <w:rPr>
          <w:rFonts w:asciiTheme="majorHAnsi" w:hAnsiTheme="majorHAnsi" w:cs="Tahoma"/>
          <w:sz w:val="24"/>
        </w:rPr>
        <w:t>Corporate Endeavours</w:t>
      </w:r>
      <w:r w:rsidRPr="00D624B0">
        <w:rPr>
          <w:rFonts w:asciiTheme="majorHAnsi" w:hAnsiTheme="majorHAnsi" w:cs="Tahoma"/>
          <w:sz w:val="24"/>
        </w:rPr>
        <w:br/>
        <w:t>Guldgraend 15270</w:t>
      </w:r>
      <w:r w:rsidRPr="00D624B0">
        <w:rPr>
          <w:rFonts w:asciiTheme="majorHAnsi" w:hAnsiTheme="majorHAnsi" w:cs="Tahoma"/>
          <w:sz w:val="24"/>
        </w:rPr>
        <w:br/>
        <w:t>STOCKHOLM 118 20</w:t>
      </w:r>
    </w:p>
    <w:p w:rsidR="002B00A4" w:rsidRPr="00D624B0" w:rsidRDefault="00ED2FC9">
      <w:pPr>
        <w:pStyle w:val="Salutation"/>
        <w:rPr>
          <w:rFonts w:asciiTheme="majorHAnsi" w:hAnsiTheme="majorHAnsi"/>
          <w:sz w:val="24"/>
        </w:rPr>
      </w:pPr>
      <w:r w:rsidRPr="00D624B0">
        <w:rPr>
          <w:rFonts w:asciiTheme="majorHAnsi" w:hAnsiTheme="majorHAnsi"/>
          <w:sz w:val="24"/>
        </w:rPr>
        <w:t>Dear</w:t>
      </w:r>
      <w:r w:rsidR="00C3159B" w:rsidRPr="00D624B0">
        <w:rPr>
          <w:rFonts w:asciiTheme="majorHAnsi" w:hAnsiTheme="majorHAnsi"/>
          <w:sz w:val="24"/>
        </w:rPr>
        <w:t xml:space="preserve"> </w:t>
      </w:r>
      <w:r w:rsidR="00C3159B" w:rsidRPr="00D624B0">
        <w:rPr>
          <w:rFonts w:asciiTheme="majorHAnsi" w:hAnsiTheme="majorHAnsi" w:cs="Tahoma"/>
          <w:sz w:val="24"/>
        </w:rPr>
        <w:t>Dr Hunter</w:t>
      </w:r>
      <w:r w:rsidRPr="00D624B0">
        <w:rPr>
          <w:rFonts w:asciiTheme="majorHAnsi" w:hAnsiTheme="majorHAnsi"/>
          <w:sz w:val="24"/>
        </w:rPr>
        <w:t>:</w:t>
      </w:r>
    </w:p>
    <w:p w:rsidR="002B00A4" w:rsidRPr="00D624B0" w:rsidRDefault="00ED2FC9">
      <w:pPr>
        <w:rPr>
          <w:sz w:val="24"/>
        </w:rPr>
      </w:pPr>
      <w:r w:rsidRPr="00D624B0">
        <w:rPr>
          <w:sz w:val="24"/>
        </w:rPr>
        <w:t>We received your reference for</w:t>
      </w:r>
      <w:r w:rsidR="00C3159B" w:rsidRPr="00D624B0">
        <w:rPr>
          <w:sz w:val="24"/>
        </w:rPr>
        <w:t xml:space="preserve"> George Markham, </w:t>
      </w:r>
      <w:r w:rsidRPr="00D624B0">
        <w:rPr>
          <w:sz w:val="24"/>
        </w:rPr>
        <w:t xml:space="preserve">who has applied for a position as a </w:t>
      </w:r>
      <w:r w:rsidR="00C3159B" w:rsidRPr="00D624B0">
        <w:rPr>
          <w:sz w:val="24"/>
        </w:rPr>
        <w:t xml:space="preserve">Sales Representative </w:t>
      </w:r>
      <w:r w:rsidRPr="00D624B0">
        <w:rPr>
          <w:sz w:val="24"/>
        </w:rPr>
        <w:t>with our company. Your reference will be given all poss</w:t>
      </w:r>
      <w:r w:rsidR="00C3159B" w:rsidRPr="00D624B0">
        <w:rPr>
          <w:sz w:val="24"/>
        </w:rPr>
        <w:t>ible consideration as we review</w:t>
      </w:r>
      <w:r w:rsidRPr="00D624B0">
        <w:rPr>
          <w:sz w:val="24"/>
        </w:rPr>
        <w:t xml:space="preserve"> application. All information that you </w:t>
      </w:r>
      <w:r w:rsidRPr="00D624B0">
        <w:rPr>
          <w:sz w:val="24"/>
        </w:rPr>
        <w:t>provided will be kept confidential.</w:t>
      </w:r>
    </w:p>
    <w:p w:rsidR="002B00A4" w:rsidRPr="00D624B0" w:rsidRDefault="00ED2FC9">
      <w:pPr>
        <w:rPr>
          <w:sz w:val="24"/>
        </w:rPr>
      </w:pPr>
      <w:r w:rsidRPr="00D624B0">
        <w:rPr>
          <w:sz w:val="24"/>
        </w:rPr>
        <w:t>If you have any</w:t>
      </w:r>
      <w:r w:rsidR="00193936" w:rsidRPr="00D624B0">
        <w:rPr>
          <w:sz w:val="24"/>
        </w:rPr>
        <w:t xml:space="preserve"> questions, please contact me on (03) 9888 8888</w:t>
      </w:r>
      <w:r w:rsidRPr="00D624B0">
        <w:rPr>
          <w:sz w:val="24"/>
        </w:rPr>
        <w:t>.</w:t>
      </w:r>
    </w:p>
    <w:p w:rsidR="00193936" w:rsidRPr="00D624B0" w:rsidRDefault="00086A04" w:rsidP="00193936">
      <w:pPr>
        <w:pStyle w:val="Closing"/>
        <w:rPr>
          <w:sz w:val="24"/>
        </w:rPr>
      </w:pPr>
      <w:r w:rsidRPr="00D624B0">
        <w:rPr>
          <w:sz w:val="24"/>
        </w:rPr>
        <w:t>Sincerely</w:t>
      </w:r>
    </w:p>
    <w:p w:rsidR="00193936" w:rsidRPr="00D624B0" w:rsidRDefault="00C96B84" w:rsidP="00193936">
      <w:pPr>
        <w:pStyle w:val="Signature"/>
        <w:rPr>
          <w:sz w:val="24"/>
        </w:rPr>
      </w:pPr>
      <w:r w:rsidRPr="00D624B0">
        <w:rPr>
          <w:sz w:val="24"/>
        </w:rPr>
        <w:t>Sam Holsworthy</w:t>
      </w:r>
    </w:p>
    <w:p w:rsidR="00C659F6" w:rsidRPr="00D624B0" w:rsidRDefault="00C659F6" w:rsidP="00193936">
      <w:pPr>
        <w:pStyle w:val="Signature"/>
        <w:rPr>
          <w:sz w:val="24"/>
        </w:rPr>
      </w:pPr>
      <w:r w:rsidRPr="00D624B0">
        <w:rPr>
          <w:sz w:val="24"/>
        </w:rPr>
        <w:t>Human Resources Manager</w:t>
      </w:r>
    </w:p>
    <w:p w:rsidR="002B00A4" w:rsidRPr="00D624B0" w:rsidRDefault="002B00A4">
      <w:pPr>
        <w:pStyle w:val="Signature"/>
        <w:rPr>
          <w:sz w:val="24"/>
        </w:rPr>
      </w:pPr>
    </w:p>
    <w:bookmarkEnd w:id="0"/>
    <w:p w:rsidR="002B00A4" w:rsidRDefault="002B00A4">
      <w:pPr>
        <w:pStyle w:val="Signature"/>
      </w:pPr>
    </w:p>
    <w:sectPr w:rsidR="002B00A4">
      <w:headerReference w:type="defaul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FC9" w:rsidRDefault="00ED2FC9">
      <w:pPr>
        <w:spacing w:after="0" w:line="240" w:lineRule="auto"/>
      </w:pPr>
      <w:r>
        <w:separator/>
      </w:r>
    </w:p>
    <w:p w:rsidR="00ED2FC9" w:rsidRDefault="00ED2FC9"/>
  </w:endnote>
  <w:endnote w:type="continuationSeparator" w:id="0">
    <w:p w:rsidR="00ED2FC9" w:rsidRDefault="00ED2FC9">
      <w:pPr>
        <w:spacing w:after="0" w:line="240" w:lineRule="auto"/>
      </w:pPr>
      <w:r>
        <w:continuationSeparator/>
      </w:r>
    </w:p>
    <w:p w:rsidR="00ED2FC9" w:rsidRDefault="00ED2F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FC9" w:rsidRDefault="00ED2FC9">
      <w:pPr>
        <w:spacing w:after="0" w:line="240" w:lineRule="auto"/>
      </w:pPr>
      <w:r>
        <w:separator/>
      </w:r>
    </w:p>
    <w:p w:rsidR="00ED2FC9" w:rsidRDefault="00ED2FC9"/>
  </w:footnote>
  <w:footnote w:type="continuationSeparator" w:id="0">
    <w:p w:rsidR="00ED2FC9" w:rsidRDefault="00ED2FC9">
      <w:pPr>
        <w:spacing w:after="0" w:line="240" w:lineRule="auto"/>
      </w:pPr>
      <w:r>
        <w:continuationSeparator/>
      </w:r>
    </w:p>
    <w:p w:rsidR="00ED2FC9" w:rsidRDefault="00ED2FC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Recipient Name"/>
      <w:tag w:val=""/>
      <w:id w:val="-227692246"/>
      <w:placeholder>
        <w:docPart w:val="DAC78D044A994808A00D41019EB2304F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2B00A4" w:rsidRDefault="00ED2FC9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447781685"/>
      <w:placeholder>
        <w:docPart w:val="585A9305E51E4CCFBC9470CAB66672F6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2B00A4" w:rsidRDefault="00ED2FC9">
        <w:pPr>
          <w:pStyle w:val="Header"/>
        </w:pPr>
        <w:r>
          <w:t>[Date]</w:t>
        </w:r>
      </w:p>
    </w:sdtContent>
  </w:sdt>
  <w:p w:rsidR="002B00A4" w:rsidRDefault="00ED2FC9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2B00A4" w:rsidRDefault="002B00A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2E0"/>
    <w:rsid w:val="00086A04"/>
    <w:rsid w:val="00191DED"/>
    <w:rsid w:val="00193936"/>
    <w:rsid w:val="002B00A4"/>
    <w:rsid w:val="002C6B77"/>
    <w:rsid w:val="00715BD4"/>
    <w:rsid w:val="00853107"/>
    <w:rsid w:val="00A732E0"/>
    <w:rsid w:val="00C3159B"/>
    <w:rsid w:val="00C37003"/>
    <w:rsid w:val="00C659F6"/>
    <w:rsid w:val="00C96B84"/>
    <w:rsid w:val="00D624B0"/>
    <w:rsid w:val="00ED2FC9"/>
    <w:rsid w:val="00F3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qFormat/>
    <w:pPr>
      <w:keepNext/>
      <w:spacing w:after="1000" w:line="240" w:lineRule="auto"/>
    </w:pPr>
  </w:style>
  <w:style w:type="paragraph" w:styleId="Signature">
    <w:name w:val="Signature"/>
    <w:basedOn w:val="Normal"/>
    <w:qFormat/>
    <w:pPr>
      <w:keepNext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urseware%20Templates%202013\Letter%20confirming%20receipt%20of%20applicant%20reference%20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85A9305E51E4CCFBC9470CAB66672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ACDBC-F48A-4A01-8FA2-35186D48570F}"/>
      </w:docPartPr>
      <w:docPartBody>
        <w:p w:rsidR="00000000" w:rsidRDefault="008E5EBE">
          <w:pPr>
            <w:pStyle w:val="585A9305E51E4CCFBC9470CAB66672F6"/>
          </w:pPr>
          <w:r>
            <w:t>[City, ST ZIP Code]</w:t>
          </w:r>
        </w:p>
      </w:docPartBody>
    </w:docPart>
    <w:docPart>
      <w:docPartPr>
        <w:name w:val="DAC78D044A994808A00D41019EB23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D39CDF-E754-48B1-9EA1-2473C0FD799E}"/>
      </w:docPartPr>
      <w:docPartBody>
        <w:p w:rsidR="00000000" w:rsidRDefault="008E5EBE">
          <w:pPr>
            <w:pStyle w:val="DAC78D044A994808A00D41019EB2304F"/>
          </w:pPr>
          <w: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EBE"/>
    <w:rsid w:val="008E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8B00FBA79F4054AD1B29FE2B5E1C6B">
    <w:name w:val="648B00FBA79F4054AD1B29FE2B5E1C6B"/>
  </w:style>
  <w:style w:type="paragraph" w:customStyle="1" w:styleId="9AFC2B5B87B244AE9EDAA5F3AF04D61A">
    <w:name w:val="9AFC2B5B87B244AE9EDAA5F3AF04D61A"/>
  </w:style>
  <w:style w:type="paragraph" w:customStyle="1" w:styleId="2410F4054F3B493DA93191E0B2617778">
    <w:name w:val="2410F4054F3B493DA93191E0B2617778"/>
  </w:style>
  <w:style w:type="paragraph" w:customStyle="1" w:styleId="585A9305E51E4CCFBC9470CAB66672F6">
    <w:name w:val="585A9305E51E4CCFBC9470CAB66672F6"/>
  </w:style>
  <w:style w:type="paragraph" w:customStyle="1" w:styleId="DD4D25D9D022400E8B74E7CAC069B7FF">
    <w:name w:val="DD4D25D9D022400E8B74E7CAC069B7FF"/>
  </w:style>
  <w:style w:type="paragraph" w:customStyle="1" w:styleId="CD5D649F588C40DA95460C862787FA4F">
    <w:name w:val="CD5D649F588C40DA95460C862787FA4F"/>
  </w:style>
  <w:style w:type="paragraph" w:customStyle="1" w:styleId="DAC78D044A994808A00D41019EB2304F">
    <w:name w:val="DAC78D044A994808A00D41019EB2304F"/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customStyle="1" w:styleId="27E70004B1DA411186919B5891874B8C">
    <w:name w:val="27E70004B1DA411186919B5891874B8C"/>
  </w:style>
  <w:style w:type="paragraph" w:customStyle="1" w:styleId="B2AD3849935F4CDE89CD4276922B4928">
    <w:name w:val="B2AD3849935F4CDE89CD4276922B4928"/>
  </w:style>
  <w:style w:type="paragraph" w:customStyle="1" w:styleId="5AB456609BCA4F9BA2DD16278A780497">
    <w:name w:val="5AB456609BCA4F9BA2DD16278A7804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 Boardroom">
  <a:themeElements>
    <a:clrScheme name="Ion Boardroom">
      <a:dk1>
        <a:sysClr val="windowText" lastClr="000000"/>
      </a:dk1>
      <a:lt1>
        <a:sysClr val="window" lastClr="FFFFFF"/>
      </a:lt1>
      <a:dk2>
        <a:srgbClr val="3B3059"/>
      </a:dk2>
      <a:lt2>
        <a:srgbClr val="EBEBEB"/>
      </a:lt2>
      <a:accent1>
        <a:srgbClr val="B31166"/>
      </a:accent1>
      <a:accent2>
        <a:srgbClr val="E33D6F"/>
      </a:accent2>
      <a:accent3>
        <a:srgbClr val="E45F3C"/>
      </a:accent3>
      <a:accent4>
        <a:srgbClr val="E9943A"/>
      </a:accent4>
      <a:accent5>
        <a:srgbClr val="9B6BF2"/>
      </a:accent5>
      <a:accent6>
        <a:srgbClr val="D53DD0"/>
      </a:accent6>
      <a:hlink>
        <a:srgbClr val="8F8F8F"/>
      </a:hlink>
      <a:folHlink>
        <a:srgbClr val="A5A5A5"/>
      </a:folHlink>
    </a:clrScheme>
    <a:fontScheme name="Ion Boardroom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 Boardroom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D05F767-2F62-4405-9A20-C1F3DF41A7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confirming receipt of applicant reference letter.dotx</Template>
  <TotalTime>0</TotalTime>
  <Pages>1</Pages>
  <Words>56</Words>
  <Characters>433</Characters>
  <Application>Microsoft Office Word</Application>
  <DocSecurity>0</DocSecurity>
  <Lines>433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2013-09-19T00:17:00Z</dcterms:created>
  <dcterms:modified xsi:type="dcterms:W3CDTF">2013-09-19T00:37:00Z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TC034648149991</vt:lpwstr>
  </property>
</Properties>
</file>